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AB72" w14:textId="465D413C" w:rsidR="00632FF1" w:rsidRPr="003B13FA" w:rsidRDefault="0017456A" w:rsidP="003D246C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7731F0">
        <w:rPr>
          <w:rFonts w:ascii="Arial" w:hAnsi="Arial" w:cs="Arial"/>
          <w:b/>
          <w:szCs w:val="22"/>
        </w:rPr>
        <w:tab/>
      </w:r>
      <w:r w:rsidRPr="003B13FA">
        <w:rPr>
          <w:rFonts w:ascii="Arial" w:hAnsi="Arial" w:cs="Arial"/>
          <w:szCs w:val="16"/>
        </w:rPr>
        <w:t>Załącznik nr 03.1</w:t>
      </w:r>
      <w:r w:rsidR="005C2B82">
        <w:rPr>
          <w:rFonts w:ascii="Arial" w:hAnsi="Arial" w:cs="Arial"/>
          <w:szCs w:val="16"/>
        </w:rPr>
        <w:t>7</w:t>
      </w:r>
    </w:p>
    <w:bookmarkEnd w:id="0"/>
    <w:p w14:paraId="4B67AB73" w14:textId="77777777" w:rsidR="003B13FA" w:rsidRDefault="003B13FA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B67AB74" w14:textId="77777777" w:rsidR="00A014A4" w:rsidRDefault="00A014A4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B67AB75" w14:textId="77777777" w:rsidR="003D246C" w:rsidRPr="007731F0" w:rsidRDefault="003D246C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B67AB76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B67AB77" w14:textId="77777777" w:rsidR="003D246C" w:rsidRPr="007731F0" w:rsidRDefault="003D246C" w:rsidP="003D246C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7731F0">
        <w:rPr>
          <w:rFonts w:ascii="Arial" w:hAnsi="Arial" w:cs="Arial"/>
          <w:snapToGrid w:val="0"/>
          <w:sz w:val="22"/>
          <w:szCs w:val="22"/>
        </w:rPr>
        <w:tab/>
      </w:r>
    </w:p>
    <w:p w14:paraId="4B67AB78" w14:textId="77777777" w:rsidR="003D246C" w:rsidRPr="007731F0" w:rsidRDefault="003D246C" w:rsidP="003D246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731F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4B67AB79" w14:textId="77777777" w:rsidR="003D246C" w:rsidRPr="007731F0" w:rsidRDefault="003D246C" w:rsidP="003D246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B67AB7A" w14:textId="77777777" w:rsidR="003D246C" w:rsidRPr="007731F0" w:rsidRDefault="003D246C" w:rsidP="003D246C">
      <w:pPr>
        <w:keepNext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Nr rej.: …………………………………</w:t>
      </w:r>
    </w:p>
    <w:p w14:paraId="4B67AB7B" w14:textId="77777777" w:rsidR="003D246C" w:rsidRPr="007731F0" w:rsidRDefault="003D246C" w:rsidP="003D246C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4B67AB7C" w14:textId="77777777" w:rsidR="003D246C" w:rsidRPr="007731F0" w:rsidRDefault="003D246C" w:rsidP="003D246C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Dotyczy nakazu/decyzji</w:t>
      </w:r>
      <w:r w:rsidRPr="007731F0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7731F0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4B67AB7D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</w:p>
    <w:p w14:paraId="4B67AB7E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B67AB7F" w14:textId="77777777"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B67AB80" w14:textId="77777777" w:rsidR="003D246C" w:rsidRPr="007731F0" w:rsidRDefault="003D246C" w:rsidP="003D246C">
      <w:pPr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B67AB81" w14:textId="77777777" w:rsidR="003D246C" w:rsidRPr="007731F0" w:rsidRDefault="003D246C" w:rsidP="003D246C">
      <w:pPr>
        <w:keepNext/>
        <w:jc w:val="both"/>
        <w:rPr>
          <w:rFonts w:ascii="Arial" w:hAnsi="Arial" w:cs="Arial"/>
          <w:sz w:val="22"/>
          <w:szCs w:val="22"/>
        </w:rPr>
      </w:pPr>
    </w:p>
    <w:p w14:paraId="4B67AB82" w14:textId="77777777" w:rsidR="003D246C" w:rsidRPr="007731F0" w:rsidRDefault="003D246C" w:rsidP="003D246C">
      <w:pPr>
        <w:keepNext/>
        <w:jc w:val="both"/>
        <w:rPr>
          <w:rFonts w:ascii="Arial" w:hAnsi="Arial" w:cs="Arial"/>
          <w:sz w:val="22"/>
          <w:szCs w:val="22"/>
        </w:rPr>
      </w:pPr>
    </w:p>
    <w:p w14:paraId="4B67AB83" w14:textId="77777777" w:rsidR="003D246C" w:rsidRPr="007731F0" w:rsidRDefault="003D246C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4B67AB84" w14:textId="77777777" w:rsidR="00632FF1" w:rsidRPr="007731F0" w:rsidRDefault="00632FF1" w:rsidP="003D246C">
      <w:pPr>
        <w:jc w:val="center"/>
        <w:rPr>
          <w:rFonts w:ascii="Arial" w:hAnsi="Arial"/>
          <w:sz w:val="22"/>
          <w:szCs w:val="22"/>
        </w:rPr>
      </w:pPr>
    </w:p>
    <w:p w14:paraId="4B67AB85" w14:textId="77777777" w:rsidR="00632FF1" w:rsidRPr="007731F0" w:rsidRDefault="00632FF1" w:rsidP="003D246C">
      <w:pPr>
        <w:jc w:val="both"/>
        <w:rPr>
          <w:rFonts w:ascii="Arial" w:hAnsi="Arial"/>
          <w:sz w:val="22"/>
          <w:szCs w:val="22"/>
        </w:rPr>
      </w:pPr>
      <w:r w:rsidRPr="007731F0">
        <w:rPr>
          <w:rFonts w:ascii="Arial" w:hAnsi="Arial"/>
          <w:sz w:val="22"/>
          <w:szCs w:val="22"/>
        </w:rPr>
        <w:t>Na podstawie art.</w:t>
      </w:r>
      <w:r w:rsidR="00EE3839">
        <w:rPr>
          <w:rFonts w:ascii="Arial" w:hAnsi="Arial"/>
          <w:sz w:val="22"/>
          <w:szCs w:val="22"/>
        </w:rPr>
        <w:t> </w:t>
      </w:r>
      <w:r w:rsidRPr="007731F0">
        <w:rPr>
          <w:rFonts w:ascii="Arial" w:hAnsi="Arial"/>
          <w:sz w:val="22"/>
          <w:szCs w:val="22"/>
        </w:rPr>
        <w:t>149 §</w:t>
      </w:r>
      <w:r w:rsidR="00A014A4">
        <w:rPr>
          <w:rFonts w:ascii="Arial" w:hAnsi="Arial"/>
          <w:sz w:val="22"/>
          <w:szCs w:val="22"/>
        </w:rPr>
        <w:t xml:space="preserve"> </w:t>
      </w:r>
      <w:r w:rsidRPr="007731F0">
        <w:rPr>
          <w:rFonts w:ascii="Arial" w:hAnsi="Arial"/>
          <w:sz w:val="22"/>
          <w:szCs w:val="22"/>
        </w:rPr>
        <w:t>1 i 2 Kodeksu postępowania administracyjnego,</w:t>
      </w:r>
      <w:r w:rsidR="00DD62C6" w:rsidRPr="007731F0">
        <w:rPr>
          <w:rFonts w:ascii="Arial" w:hAnsi="Arial"/>
          <w:sz w:val="22"/>
          <w:szCs w:val="22"/>
        </w:rPr>
        <w:t xml:space="preserve"> </w:t>
      </w:r>
      <w:r w:rsidR="00035718">
        <w:rPr>
          <w:rFonts w:ascii="Arial" w:hAnsi="Arial"/>
          <w:sz w:val="22"/>
          <w:szCs w:val="22"/>
        </w:rPr>
        <w:t xml:space="preserve">działając </w:t>
      </w:r>
      <w:r w:rsidRPr="007731F0">
        <w:rPr>
          <w:rFonts w:ascii="Arial" w:hAnsi="Arial"/>
          <w:sz w:val="22"/>
          <w:szCs w:val="22"/>
        </w:rPr>
        <w:t>z urzędu/na wniosek strony</w:t>
      </w:r>
      <w:r w:rsidRPr="007731F0">
        <w:rPr>
          <w:rFonts w:ascii="Arial" w:hAnsi="Arial"/>
          <w:sz w:val="22"/>
          <w:szCs w:val="22"/>
          <w:vertAlign w:val="superscript"/>
        </w:rPr>
        <w:t>(*)</w:t>
      </w:r>
    </w:p>
    <w:p w14:paraId="4B67AB86" w14:textId="77777777" w:rsidR="00632FF1" w:rsidRPr="007731F0" w:rsidRDefault="00632FF1" w:rsidP="003D246C">
      <w:pPr>
        <w:jc w:val="both"/>
        <w:rPr>
          <w:rFonts w:ascii="Arial" w:hAnsi="Arial" w:cs="Arial"/>
          <w:sz w:val="22"/>
          <w:szCs w:val="22"/>
        </w:rPr>
      </w:pPr>
    </w:p>
    <w:p w14:paraId="4B67AB87" w14:textId="77777777" w:rsidR="00632FF1" w:rsidRPr="007731F0" w:rsidRDefault="00632FF1" w:rsidP="003D246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4B67AB88" w14:textId="77777777" w:rsidR="00632FF1" w:rsidRPr="007731F0" w:rsidRDefault="00632FF1" w:rsidP="003D246C">
      <w:pPr>
        <w:jc w:val="both"/>
        <w:rPr>
          <w:rFonts w:ascii="Arial" w:hAnsi="Arial" w:cs="Arial"/>
          <w:sz w:val="22"/>
          <w:szCs w:val="22"/>
        </w:rPr>
      </w:pPr>
    </w:p>
    <w:p w14:paraId="4B67AB89" w14:textId="77777777" w:rsidR="00632FF1" w:rsidRPr="007731F0" w:rsidRDefault="00632FF1" w:rsidP="003D246C">
      <w:pPr>
        <w:jc w:val="both"/>
        <w:rPr>
          <w:rFonts w:ascii="Arial" w:hAnsi="Arial"/>
          <w:b/>
          <w:sz w:val="22"/>
          <w:szCs w:val="22"/>
        </w:rPr>
      </w:pPr>
      <w:r w:rsidRPr="007731F0">
        <w:rPr>
          <w:rFonts w:ascii="Arial" w:hAnsi="Arial"/>
          <w:b/>
          <w:sz w:val="22"/>
          <w:szCs w:val="22"/>
        </w:rPr>
        <w:t xml:space="preserve">wznowić postępowanie administracyjne w sprawie zakończonej ostateczną decyzją Okręgowego Inspektora Pracy w </w:t>
      </w:r>
      <w:r w:rsidRPr="003B13FA">
        <w:rPr>
          <w:rFonts w:ascii="Arial" w:hAnsi="Arial"/>
          <w:sz w:val="22"/>
          <w:szCs w:val="22"/>
        </w:rPr>
        <w:t>……………</w:t>
      </w:r>
      <w:r w:rsidR="0070740F" w:rsidRPr="003B13FA">
        <w:rPr>
          <w:rFonts w:ascii="Arial" w:hAnsi="Arial"/>
          <w:sz w:val="22"/>
          <w:szCs w:val="22"/>
        </w:rPr>
        <w:t>………….</w:t>
      </w:r>
      <w:r w:rsidRPr="003B13FA">
        <w:rPr>
          <w:rFonts w:ascii="Arial" w:hAnsi="Arial"/>
          <w:sz w:val="22"/>
          <w:szCs w:val="22"/>
        </w:rPr>
        <w:t>…………</w:t>
      </w:r>
      <w:r w:rsidR="003B13FA">
        <w:rPr>
          <w:rFonts w:ascii="Arial" w:hAnsi="Arial"/>
          <w:sz w:val="22"/>
          <w:szCs w:val="22"/>
        </w:rPr>
        <w:t>…</w:t>
      </w:r>
      <w:r w:rsidR="003B13FA" w:rsidRPr="003B13FA">
        <w:rPr>
          <w:rFonts w:ascii="Arial" w:hAnsi="Arial"/>
          <w:sz w:val="22"/>
          <w:szCs w:val="22"/>
        </w:rPr>
        <w:t>…….</w:t>
      </w:r>
      <w:r w:rsidRPr="007731F0">
        <w:rPr>
          <w:rFonts w:ascii="Arial" w:hAnsi="Arial"/>
          <w:b/>
          <w:sz w:val="22"/>
          <w:szCs w:val="22"/>
        </w:rPr>
        <w:t xml:space="preserve"> z </w:t>
      </w:r>
      <w:r w:rsidR="00840D5B" w:rsidRPr="007731F0">
        <w:rPr>
          <w:rFonts w:ascii="Arial" w:hAnsi="Arial"/>
          <w:b/>
          <w:sz w:val="22"/>
          <w:szCs w:val="22"/>
        </w:rPr>
        <w:t xml:space="preserve">dnia </w:t>
      </w:r>
      <w:r w:rsidR="00840D5B" w:rsidRPr="007731F0">
        <w:rPr>
          <w:rFonts w:ascii="Arial" w:hAnsi="Arial" w:cs="Arial"/>
          <w:b/>
          <w:sz w:val="22"/>
          <w:szCs w:val="22"/>
        </w:rPr>
        <w:t xml:space="preserve">_ _. _ _. _ _ _ _ </w:t>
      </w:r>
      <w:r w:rsidR="0070740F" w:rsidRPr="007731F0">
        <w:rPr>
          <w:rFonts w:ascii="Arial" w:hAnsi="Arial" w:cs="Arial"/>
          <w:b/>
          <w:sz w:val="22"/>
          <w:szCs w:val="22"/>
        </w:rPr>
        <w:t>r.</w:t>
      </w:r>
      <w:r w:rsidR="0070740F" w:rsidRPr="007731F0">
        <w:rPr>
          <w:rFonts w:ascii="Arial" w:hAnsi="Arial" w:cs="Arial"/>
          <w:b/>
          <w:sz w:val="22"/>
          <w:szCs w:val="22"/>
        </w:rPr>
        <w:br/>
      </w:r>
      <w:r w:rsidRPr="007731F0">
        <w:rPr>
          <w:rFonts w:ascii="Arial" w:hAnsi="Arial"/>
          <w:b/>
          <w:sz w:val="22"/>
          <w:szCs w:val="22"/>
        </w:rPr>
        <w:t xml:space="preserve">nr </w:t>
      </w:r>
      <w:r w:rsidR="00840D5B" w:rsidRPr="007731F0">
        <w:rPr>
          <w:rFonts w:ascii="Arial" w:hAnsi="Arial"/>
          <w:b/>
          <w:sz w:val="22"/>
          <w:szCs w:val="22"/>
        </w:rPr>
        <w:t>rej.</w:t>
      </w:r>
      <w:r w:rsidR="00EE3839">
        <w:rPr>
          <w:rFonts w:ascii="Arial" w:hAnsi="Arial"/>
          <w:b/>
          <w:sz w:val="22"/>
          <w:szCs w:val="22"/>
        </w:rPr>
        <w:t xml:space="preserve"> </w:t>
      </w:r>
      <w:r w:rsidR="00840D5B" w:rsidRPr="003B13FA">
        <w:rPr>
          <w:rFonts w:ascii="Arial" w:hAnsi="Arial"/>
          <w:sz w:val="22"/>
          <w:szCs w:val="22"/>
        </w:rPr>
        <w:t>......................................</w:t>
      </w:r>
    </w:p>
    <w:p w14:paraId="4B67AB8A" w14:textId="77777777" w:rsidR="003C2A03" w:rsidRPr="007731F0" w:rsidRDefault="003C2A03" w:rsidP="003D246C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4B67AB8B" w14:textId="77777777" w:rsidR="003D246C" w:rsidRPr="007731F0" w:rsidRDefault="003D246C" w:rsidP="003D246C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7731F0">
        <w:rPr>
          <w:rFonts w:ascii="Arial" w:hAnsi="Arial" w:cs="Arial"/>
          <w:kern w:val="22"/>
          <w:sz w:val="22"/>
          <w:szCs w:val="22"/>
        </w:rPr>
        <w:t>Uzasadnienie:</w:t>
      </w:r>
    </w:p>
    <w:p w14:paraId="4B67AB8C" w14:textId="77777777" w:rsidR="003D246C" w:rsidRPr="007731F0" w:rsidRDefault="003D246C" w:rsidP="003D246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67AB8D" w14:textId="77777777"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B67AB8E" w14:textId="77777777"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B67AB8F" w14:textId="77777777"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7731F0">
        <w:rPr>
          <w:rFonts w:ascii="Arial" w:hAnsi="Arial" w:cs="Arial"/>
          <w:b/>
          <w:szCs w:val="22"/>
        </w:rPr>
        <w:t>Pouczenie:</w:t>
      </w:r>
    </w:p>
    <w:p w14:paraId="4B67AB90" w14:textId="77777777" w:rsidR="003D246C" w:rsidRPr="007731F0" w:rsidRDefault="003D246C" w:rsidP="003D246C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4B67AB91" w14:textId="77777777" w:rsidR="00632FF1" w:rsidRPr="007731F0" w:rsidRDefault="00632FF1" w:rsidP="003D246C">
      <w:pPr>
        <w:pStyle w:val="Tekstpodstawowy3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Na niniejsze postanowienie nie służy zażalenie (art.</w:t>
      </w:r>
      <w:r w:rsidR="00EE3839">
        <w:rPr>
          <w:rFonts w:ascii="Arial" w:hAnsi="Arial" w:cs="Arial"/>
          <w:sz w:val="22"/>
          <w:szCs w:val="22"/>
        </w:rPr>
        <w:t> </w:t>
      </w:r>
      <w:r w:rsidRPr="007731F0">
        <w:rPr>
          <w:rFonts w:ascii="Arial" w:hAnsi="Arial" w:cs="Arial"/>
          <w:sz w:val="22"/>
          <w:szCs w:val="22"/>
        </w:rPr>
        <w:t xml:space="preserve">141 </w:t>
      </w:r>
      <w:r w:rsidRPr="007731F0">
        <w:rPr>
          <w:rFonts w:ascii="Arial" w:hAnsi="Arial"/>
          <w:sz w:val="22"/>
          <w:szCs w:val="22"/>
        </w:rPr>
        <w:t>§</w:t>
      </w:r>
      <w:r w:rsidR="00EE3839">
        <w:rPr>
          <w:rFonts w:ascii="Arial" w:hAnsi="Arial"/>
          <w:sz w:val="22"/>
          <w:szCs w:val="22"/>
        </w:rPr>
        <w:t> </w:t>
      </w:r>
      <w:r w:rsidRPr="007731F0">
        <w:rPr>
          <w:rFonts w:ascii="Arial" w:hAnsi="Arial"/>
          <w:sz w:val="22"/>
          <w:szCs w:val="22"/>
        </w:rPr>
        <w:t>1 Kodeksu postępowania administracyjnego).</w:t>
      </w:r>
    </w:p>
    <w:p w14:paraId="4B67AB92" w14:textId="77777777"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14:paraId="4B67AB93" w14:textId="77777777"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Cs w:val="22"/>
        </w:rPr>
      </w:pPr>
    </w:p>
    <w:p w14:paraId="4B67AB94" w14:textId="77777777"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Cs w:val="22"/>
        </w:rPr>
      </w:pPr>
    </w:p>
    <w:p w14:paraId="4B67AB95" w14:textId="77777777" w:rsidR="003D246C" w:rsidRPr="007731F0" w:rsidRDefault="003D246C" w:rsidP="003D246C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14:paraId="4B67AB96" w14:textId="77777777" w:rsidR="003D246C" w:rsidRPr="007731F0" w:rsidRDefault="003D246C" w:rsidP="003D246C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7731F0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4B67AB97" w14:textId="77777777" w:rsidR="003D246C" w:rsidRPr="007731F0" w:rsidRDefault="003D246C" w:rsidP="003D246C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4B67AB98" w14:textId="77777777" w:rsidR="003D246C" w:rsidRPr="007731F0" w:rsidRDefault="003D246C" w:rsidP="003D246C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7731F0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7731F0">
        <w:rPr>
          <w:rFonts w:ascii="Arial" w:hAnsi="Arial" w:cs="Arial"/>
          <w:sz w:val="16"/>
          <w:szCs w:val="16"/>
        </w:rPr>
        <w:t>- niepotrzebne skreślić</w:t>
      </w:r>
    </w:p>
    <w:p w14:paraId="4B67AB99" w14:textId="77777777" w:rsidR="00632FF1" w:rsidRDefault="00632FF1" w:rsidP="003D246C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44E05DA8" w14:textId="77777777" w:rsidR="005C2B82" w:rsidRPr="005C2B82" w:rsidRDefault="005C2B82" w:rsidP="005C2B82"/>
    <w:p w14:paraId="39FF17D1" w14:textId="77777777" w:rsidR="005C2B82" w:rsidRPr="005C2B82" w:rsidRDefault="005C2B82" w:rsidP="005C2B82"/>
    <w:p w14:paraId="0B6686B6" w14:textId="77777777" w:rsidR="005C2B82" w:rsidRPr="005C2B82" w:rsidRDefault="005C2B82" w:rsidP="005C2B82"/>
    <w:p w14:paraId="06797EFB" w14:textId="77777777" w:rsidR="005C2B82" w:rsidRPr="005C2B82" w:rsidRDefault="005C2B82" w:rsidP="005C2B82"/>
    <w:p w14:paraId="3D2D2946" w14:textId="77777777" w:rsidR="005C2B82" w:rsidRPr="005C2B82" w:rsidRDefault="005C2B82" w:rsidP="005C2B82"/>
    <w:p w14:paraId="61106AE8" w14:textId="77777777" w:rsidR="005C2B82" w:rsidRPr="005C2B82" w:rsidRDefault="005C2B82" w:rsidP="005C2B82"/>
    <w:p w14:paraId="7BB4205B" w14:textId="77777777" w:rsidR="005C2B82" w:rsidRPr="005C2B82" w:rsidRDefault="005C2B82" w:rsidP="005C2B82"/>
    <w:p w14:paraId="620949D9" w14:textId="77777777" w:rsidR="005C2B82" w:rsidRPr="005C2B82" w:rsidRDefault="005C2B82" w:rsidP="005C2B82"/>
    <w:p w14:paraId="02352A1E" w14:textId="77777777" w:rsidR="005C2B82" w:rsidRPr="005C2B82" w:rsidRDefault="005C2B82" w:rsidP="005C2B82"/>
    <w:p w14:paraId="4E5E45DF" w14:textId="77777777" w:rsidR="005C2B82" w:rsidRPr="005C2B82" w:rsidRDefault="005C2B82" w:rsidP="005C2B82"/>
    <w:p w14:paraId="7309B4E2" w14:textId="77777777" w:rsidR="005C2B82" w:rsidRPr="005C2B82" w:rsidRDefault="005C2B82" w:rsidP="005C2B82"/>
    <w:p w14:paraId="393674D7" w14:textId="77777777" w:rsidR="005C2B82" w:rsidRDefault="005C2B82" w:rsidP="005C2B82">
      <w:pPr>
        <w:rPr>
          <w:rFonts w:ascii="Arial" w:hAnsi="Arial" w:cs="Arial"/>
          <w:sz w:val="22"/>
          <w:szCs w:val="22"/>
        </w:rPr>
      </w:pPr>
    </w:p>
    <w:p w14:paraId="575E6C5E" w14:textId="77777777" w:rsidR="005C2B82" w:rsidRPr="005C2B82" w:rsidRDefault="005C2B82" w:rsidP="005C2B82">
      <w:pPr>
        <w:ind w:firstLine="708"/>
      </w:pPr>
    </w:p>
    <w:sectPr w:rsidR="005C2B82" w:rsidRPr="005C2B82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7AB9C" w14:textId="77777777" w:rsidR="00E848D8" w:rsidRDefault="00E848D8">
      <w:r>
        <w:separator/>
      </w:r>
    </w:p>
  </w:endnote>
  <w:endnote w:type="continuationSeparator" w:id="0">
    <w:p w14:paraId="4B67AB9D" w14:textId="77777777" w:rsidR="00E848D8" w:rsidRDefault="00E8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ABA1" w14:textId="77777777" w:rsidR="00632FF1" w:rsidRDefault="00632F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67ABA2" w14:textId="77777777" w:rsidR="00632FF1" w:rsidRDefault="00632F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ABA3" w14:textId="36032265" w:rsidR="00632FF1" w:rsidRPr="007731F0" w:rsidRDefault="00632FF1">
    <w:pPr>
      <w:pStyle w:val="Stopka"/>
      <w:ind w:right="360"/>
      <w:rPr>
        <w:i/>
        <w:sz w:val="16"/>
        <w:szCs w:val="16"/>
      </w:rPr>
    </w:pPr>
    <w:r w:rsidRPr="007731F0">
      <w:rPr>
        <w:rFonts w:ascii="Arial" w:hAnsi="Arial"/>
        <w:i/>
        <w:sz w:val="16"/>
        <w:szCs w:val="16"/>
      </w:rPr>
      <w:t>03.1</w:t>
    </w:r>
    <w:r w:rsidR="005C2B82">
      <w:rPr>
        <w:rFonts w:ascii="Arial" w:hAnsi="Arial"/>
        <w:i/>
        <w:sz w:val="16"/>
        <w:szCs w:val="16"/>
      </w:rPr>
      <w:t>7</w:t>
    </w:r>
    <w:r w:rsidRPr="007731F0">
      <w:rPr>
        <w:rFonts w:ascii="Arial" w:hAnsi="Arial"/>
        <w:i/>
        <w:sz w:val="16"/>
        <w:szCs w:val="16"/>
      </w:rPr>
      <w:t xml:space="preserve"> </w:t>
    </w:r>
    <w:r w:rsidR="00665823">
      <w:rPr>
        <w:rFonts w:ascii="Arial" w:hAnsi="Arial"/>
        <w:i/>
        <w:sz w:val="16"/>
        <w:szCs w:val="16"/>
      </w:rPr>
      <w:t>–</w:t>
    </w:r>
    <w:r w:rsidRPr="007731F0">
      <w:rPr>
        <w:rFonts w:ascii="Arial" w:hAnsi="Arial"/>
        <w:i/>
        <w:sz w:val="16"/>
        <w:szCs w:val="16"/>
      </w:rPr>
      <w:t xml:space="preserve"> Postanowienie </w:t>
    </w:r>
    <w:r w:rsidR="00C53A5F" w:rsidRPr="007731F0">
      <w:rPr>
        <w:rFonts w:ascii="Arial" w:hAnsi="Arial"/>
        <w:i/>
        <w:sz w:val="16"/>
        <w:szCs w:val="16"/>
      </w:rPr>
      <w:t xml:space="preserve">okręgowego inspektora pracy </w:t>
    </w:r>
    <w:r w:rsidRPr="007731F0">
      <w:rPr>
        <w:rFonts w:ascii="Arial" w:hAnsi="Arial"/>
        <w:i/>
        <w:sz w:val="16"/>
        <w:szCs w:val="16"/>
      </w:rPr>
      <w:t>w sprawie wznowienia postępowania administracyjnego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7AB9A" w14:textId="77777777" w:rsidR="00E848D8" w:rsidRDefault="00E848D8">
      <w:r>
        <w:separator/>
      </w:r>
    </w:p>
  </w:footnote>
  <w:footnote w:type="continuationSeparator" w:id="0">
    <w:p w14:paraId="4B67AB9B" w14:textId="77777777" w:rsidR="00E848D8" w:rsidRDefault="00E84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AB9E" w14:textId="77777777" w:rsidR="00632FF1" w:rsidRDefault="00632FF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B67AB9F" w14:textId="77777777" w:rsidR="00632FF1" w:rsidRDefault="00632F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26A04BA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742649D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2A20939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5F0049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381E4BF2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FDAC4A6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182470DA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BF221B0C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23C49F6E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71C8724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90B4E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204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38FA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0F0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60DC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D6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C94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3C8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473663C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2FD6A0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000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2C3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0634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664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2B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A55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720A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4572808">
    <w:abstractNumId w:val="1"/>
  </w:num>
  <w:num w:numId="2" w16cid:durableId="1972246713">
    <w:abstractNumId w:val="4"/>
  </w:num>
  <w:num w:numId="3" w16cid:durableId="2070181407">
    <w:abstractNumId w:val="8"/>
  </w:num>
  <w:num w:numId="4" w16cid:durableId="1225601806">
    <w:abstractNumId w:val="5"/>
  </w:num>
  <w:num w:numId="5" w16cid:durableId="1857688275">
    <w:abstractNumId w:val="0"/>
  </w:num>
  <w:num w:numId="6" w16cid:durableId="2586110">
    <w:abstractNumId w:val="2"/>
  </w:num>
  <w:num w:numId="7" w16cid:durableId="56049160">
    <w:abstractNumId w:val="3"/>
  </w:num>
  <w:num w:numId="8" w16cid:durableId="1217469131">
    <w:abstractNumId w:val="7"/>
  </w:num>
  <w:num w:numId="9" w16cid:durableId="1068945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138"/>
    <w:rsid w:val="0001423B"/>
    <w:rsid w:val="00035718"/>
    <w:rsid w:val="000A247E"/>
    <w:rsid w:val="000C6DB9"/>
    <w:rsid w:val="0017456A"/>
    <w:rsid w:val="002112CC"/>
    <w:rsid w:val="00260B76"/>
    <w:rsid w:val="002D31E1"/>
    <w:rsid w:val="00386A4C"/>
    <w:rsid w:val="003B13FA"/>
    <w:rsid w:val="003C2A03"/>
    <w:rsid w:val="003D246C"/>
    <w:rsid w:val="0047745B"/>
    <w:rsid w:val="00496011"/>
    <w:rsid w:val="004D6138"/>
    <w:rsid w:val="00595168"/>
    <w:rsid w:val="005C2B82"/>
    <w:rsid w:val="00632FF1"/>
    <w:rsid w:val="00665823"/>
    <w:rsid w:val="00702EC6"/>
    <w:rsid w:val="0070740F"/>
    <w:rsid w:val="007731F0"/>
    <w:rsid w:val="00795677"/>
    <w:rsid w:val="007E5425"/>
    <w:rsid w:val="00840D5B"/>
    <w:rsid w:val="008F3658"/>
    <w:rsid w:val="00973AA9"/>
    <w:rsid w:val="009A4039"/>
    <w:rsid w:val="009C1B9C"/>
    <w:rsid w:val="00A014A4"/>
    <w:rsid w:val="00A12E92"/>
    <w:rsid w:val="00A231C3"/>
    <w:rsid w:val="00A65717"/>
    <w:rsid w:val="00A7474E"/>
    <w:rsid w:val="00B727AA"/>
    <w:rsid w:val="00B853C5"/>
    <w:rsid w:val="00C53A5F"/>
    <w:rsid w:val="00CB2404"/>
    <w:rsid w:val="00D36BE9"/>
    <w:rsid w:val="00DD62C6"/>
    <w:rsid w:val="00E848D8"/>
    <w:rsid w:val="00E87E1A"/>
    <w:rsid w:val="00EC3E1E"/>
    <w:rsid w:val="00E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7AB72"/>
  <w15:docId w15:val="{4650C9C3-3F88-44E8-86B2-4F5F68FA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3D246C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3</TotalTime>
  <Pages>1</Pages>
  <Words>104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13</cp:revision>
  <cp:lastPrinted>2004-04-02T12:27:00Z</cp:lastPrinted>
  <dcterms:created xsi:type="dcterms:W3CDTF">2014-12-12T10:58:00Z</dcterms:created>
  <dcterms:modified xsi:type="dcterms:W3CDTF">2023-07-21T07:28:00Z</dcterms:modified>
</cp:coreProperties>
</file>